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F4A49" w14:textId="77777777" w:rsidR="002772AB" w:rsidRDefault="002772AB" w:rsidP="004D4F06">
      <w:pPr>
        <w:tabs>
          <w:tab w:val="left" w:pos="7513"/>
        </w:tabs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</w:rPr>
      </w:pPr>
    </w:p>
    <w:p w14:paraId="6E86C988" w14:textId="70BA74DE" w:rsidR="00C242D8" w:rsidRPr="003B20A9" w:rsidRDefault="00C92A0E" w:rsidP="004D4F06">
      <w:pPr>
        <w:tabs>
          <w:tab w:val="left" w:pos="7513"/>
        </w:tabs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VOLIKIRI</w:t>
      </w:r>
      <w:r w:rsidR="005D3F68">
        <w:rPr>
          <w:rFonts w:ascii="Times New Roman" w:hAnsi="Times New Roman"/>
          <w:b/>
          <w:bCs/>
          <w:sz w:val="32"/>
          <w:szCs w:val="32"/>
        </w:rPr>
        <w:tab/>
      </w:r>
      <w:r w:rsidR="00B3445C">
        <w:rPr>
          <w:rFonts w:ascii="Times New Roman" w:hAnsi="Times New Roman"/>
          <w:sz w:val="24"/>
        </w:rPr>
        <w:t>3</w:t>
      </w:r>
      <w:r w:rsidR="00CB50AB">
        <w:rPr>
          <w:rFonts w:ascii="Times New Roman" w:hAnsi="Times New Roman"/>
          <w:sz w:val="24"/>
        </w:rPr>
        <w:t>.</w:t>
      </w:r>
      <w:r w:rsidR="00B3445C">
        <w:rPr>
          <w:rFonts w:ascii="Times New Roman" w:hAnsi="Times New Roman"/>
          <w:sz w:val="24"/>
        </w:rPr>
        <w:t>11</w:t>
      </w:r>
      <w:r w:rsidR="00CB50AB">
        <w:rPr>
          <w:rFonts w:ascii="Times New Roman" w:hAnsi="Times New Roman"/>
          <w:sz w:val="24"/>
        </w:rPr>
        <w:t>.202</w:t>
      </w:r>
      <w:r w:rsidR="00B3445C">
        <w:rPr>
          <w:rFonts w:ascii="Times New Roman" w:hAnsi="Times New Roman"/>
          <w:sz w:val="24"/>
        </w:rPr>
        <w:t>5</w:t>
      </w:r>
    </w:p>
    <w:p w14:paraId="43EE5467" w14:textId="3C9351A0" w:rsidR="00C242D8" w:rsidRPr="003B20A9" w:rsidRDefault="00C242D8" w:rsidP="004D4F0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</w:p>
    <w:p w14:paraId="2928BFC6" w14:textId="77777777" w:rsidR="00C242D8" w:rsidRPr="003B20A9" w:rsidRDefault="00C242D8" w:rsidP="004D4F0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7A810E89" w14:textId="51487870" w:rsidR="00EC7F1F" w:rsidRDefault="00B3445C" w:rsidP="00EC7F1F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OÜ</w:t>
      </w:r>
      <w:r w:rsidR="002772AB">
        <w:rPr>
          <w:rFonts w:ascii="Times New Roman" w:hAnsi="Times New Roman"/>
          <w:sz w:val="24"/>
        </w:rPr>
        <w:t xml:space="preserve"> Vestman Mets</w:t>
      </w:r>
      <w:r>
        <w:rPr>
          <w:rFonts w:ascii="Times New Roman" w:hAnsi="Times New Roman"/>
          <w:sz w:val="24"/>
        </w:rPr>
        <w:t>atööd</w:t>
      </w:r>
      <w:r w:rsidR="00C242D8" w:rsidRPr="003B20A9">
        <w:rPr>
          <w:rFonts w:ascii="Times New Roman" w:hAnsi="Times New Roman"/>
          <w:sz w:val="24"/>
        </w:rPr>
        <w:t xml:space="preserve"> (reg.kood </w:t>
      </w:r>
      <w:r w:rsidR="00C242D8" w:rsidRPr="003B20A9">
        <w:rPr>
          <w:rFonts w:ascii="Times New Roman" w:hAnsi="Times New Roman"/>
          <w:sz w:val="24"/>
          <w:shd w:val="clear" w:color="auto" w:fill="FFFFFF"/>
        </w:rPr>
        <w:t>1</w:t>
      </w:r>
      <w:r w:rsidR="002772AB">
        <w:rPr>
          <w:rFonts w:ascii="Times New Roman" w:hAnsi="Times New Roman"/>
          <w:sz w:val="24"/>
          <w:shd w:val="clear" w:color="auto" w:fill="FFFFFF"/>
        </w:rPr>
        <w:t>4</w:t>
      </w:r>
      <w:r>
        <w:rPr>
          <w:rFonts w:ascii="Times New Roman" w:hAnsi="Times New Roman"/>
          <w:sz w:val="24"/>
          <w:shd w:val="clear" w:color="auto" w:fill="FFFFFF"/>
        </w:rPr>
        <w:t>720710</w:t>
      </w:r>
      <w:r w:rsidR="00C242D8" w:rsidRPr="003B20A9">
        <w:rPr>
          <w:rFonts w:ascii="Times New Roman" w:hAnsi="Times New Roman"/>
          <w:sz w:val="24"/>
          <w:shd w:val="clear" w:color="auto" w:fill="FFFFFF"/>
        </w:rPr>
        <w:t xml:space="preserve">), </w:t>
      </w:r>
      <w:bookmarkStart w:id="0" w:name="_Hlk22685567"/>
      <w:r w:rsidR="00D463BB">
        <w:rPr>
          <w:rFonts w:ascii="Times New Roman" w:hAnsi="Times New Roman"/>
          <w:sz w:val="24"/>
        </w:rPr>
        <w:t>mida</w:t>
      </w:r>
      <w:r w:rsidR="00C242D8" w:rsidRPr="003B20A9">
        <w:rPr>
          <w:rFonts w:ascii="Times New Roman" w:hAnsi="Times New Roman"/>
          <w:sz w:val="24"/>
        </w:rPr>
        <w:t xml:space="preserve"> esindab </w:t>
      </w:r>
      <w:r w:rsidR="00C92A0E">
        <w:rPr>
          <w:rFonts w:ascii="Times New Roman" w:hAnsi="Times New Roman"/>
          <w:sz w:val="24"/>
        </w:rPr>
        <w:t xml:space="preserve">juhatuse liige </w:t>
      </w:r>
      <w:r w:rsidR="002772AB">
        <w:rPr>
          <w:rFonts w:ascii="Times New Roman" w:hAnsi="Times New Roman"/>
          <w:sz w:val="24"/>
        </w:rPr>
        <w:t>Indrek Org,</w:t>
      </w:r>
      <w:r w:rsidR="00EC7F1F">
        <w:rPr>
          <w:rFonts w:ascii="Times New Roman" w:hAnsi="Times New Roman"/>
          <w:sz w:val="24"/>
        </w:rPr>
        <w:t xml:space="preserve"> v</w:t>
      </w:r>
      <w:r w:rsidR="00C92A0E">
        <w:rPr>
          <w:rFonts w:ascii="Times New Roman" w:hAnsi="Times New Roman"/>
          <w:sz w:val="24"/>
        </w:rPr>
        <w:t xml:space="preserve">olitab </w:t>
      </w:r>
      <w:r w:rsidR="00EC7F1F">
        <w:rPr>
          <w:rFonts w:ascii="Times New Roman" w:hAnsi="Times New Roman"/>
          <w:sz w:val="24"/>
        </w:rPr>
        <w:t>Strobus OÜ (reg.kood 10629710)</w:t>
      </w:r>
      <w:r w:rsidR="00D463BB">
        <w:rPr>
          <w:rFonts w:ascii="Times New Roman" w:hAnsi="Times New Roman"/>
          <w:sz w:val="24"/>
        </w:rPr>
        <w:t>,</w:t>
      </w:r>
      <w:r w:rsidR="00EC7F1F">
        <w:rPr>
          <w:rFonts w:ascii="Times New Roman" w:hAnsi="Times New Roman"/>
          <w:sz w:val="24"/>
        </w:rPr>
        <w:t xml:space="preserve"> tööta</w:t>
      </w:r>
      <w:r w:rsidR="00D463BB">
        <w:rPr>
          <w:rFonts w:ascii="Times New Roman" w:hAnsi="Times New Roman"/>
          <w:sz w:val="24"/>
        </w:rPr>
        <w:t>jai</w:t>
      </w:r>
      <w:r w:rsidR="00EC7F1F">
        <w:rPr>
          <w:rFonts w:ascii="Times New Roman" w:hAnsi="Times New Roman"/>
          <w:sz w:val="24"/>
        </w:rPr>
        <w:t>d Margus Lu</w:t>
      </w:r>
      <w:r w:rsidR="00AF0CD6">
        <w:rPr>
          <w:rFonts w:ascii="Times New Roman" w:hAnsi="Times New Roman"/>
          <w:sz w:val="24"/>
        </w:rPr>
        <w:t>k</w:t>
      </w:r>
      <w:r w:rsidR="00EC7F1F">
        <w:rPr>
          <w:rFonts w:ascii="Times New Roman" w:hAnsi="Times New Roman"/>
          <w:sz w:val="24"/>
        </w:rPr>
        <w:t>ken</w:t>
      </w:r>
      <w:r w:rsidR="00D463BB">
        <w:rPr>
          <w:rFonts w:ascii="Times New Roman" w:hAnsi="Times New Roman"/>
          <w:sz w:val="24"/>
        </w:rPr>
        <w:t>´i</w:t>
      </w:r>
      <w:r w:rsidR="00EC7F1F">
        <w:rPr>
          <w:rFonts w:ascii="Times New Roman" w:hAnsi="Times New Roman"/>
          <w:sz w:val="24"/>
        </w:rPr>
        <w:t xml:space="preserve"> </w:t>
      </w:r>
      <w:r w:rsidR="00AF0CD6">
        <w:rPr>
          <w:rFonts w:ascii="Times New Roman" w:hAnsi="Times New Roman"/>
          <w:sz w:val="24"/>
        </w:rPr>
        <w:t xml:space="preserve">(i.k 38407252716) </w:t>
      </w:r>
      <w:r w:rsidR="00EC7F1F">
        <w:rPr>
          <w:rFonts w:ascii="Times New Roman" w:hAnsi="Times New Roman"/>
          <w:sz w:val="24"/>
        </w:rPr>
        <w:t>ja Ahti Luts</w:t>
      </w:r>
      <w:r w:rsidR="00D463BB">
        <w:rPr>
          <w:rFonts w:ascii="Times New Roman" w:hAnsi="Times New Roman"/>
          <w:sz w:val="24"/>
        </w:rPr>
        <w:t>´u</w:t>
      </w:r>
      <w:r w:rsidR="00AF0CD6">
        <w:rPr>
          <w:rFonts w:ascii="Times New Roman" w:hAnsi="Times New Roman"/>
          <w:sz w:val="24"/>
        </w:rPr>
        <w:t xml:space="preserve"> (i.k 37208102760)</w:t>
      </w:r>
      <w:r w:rsidR="00EC7F1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OÜ Vestman Metsatööde</w:t>
      </w:r>
      <w:r w:rsidR="00EC7F1F">
        <w:rPr>
          <w:rFonts w:ascii="Times New Roman" w:hAnsi="Times New Roman"/>
          <w:sz w:val="24"/>
        </w:rPr>
        <w:t xml:space="preserve"> nimel läbi viima järgmiseid toiminguid:</w:t>
      </w:r>
    </w:p>
    <w:p w14:paraId="19D8D71C" w14:textId="1359A42F" w:rsidR="00EC7F1F" w:rsidRPr="00EC7F1F" w:rsidRDefault="00EC7F1F" w:rsidP="00343222">
      <w:pPr>
        <w:pStyle w:val="ListParagraph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before="120" w:line="276" w:lineRule="auto"/>
        <w:ind w:left="709" w:hanging="357"/>
        <w:contextualSpacing w:val="0"/>
        <w:rPr>
          <w:rFonts w:ascii="Times New Roman" w:hAnsi="Times New Roman"/>
          <w:sz w:val="24"/>
        </w:rPr>
      </w:pPr>
      <w:r w:rsidRPr="00EC7F1F">
        <w:rPr>
          <w:rFonts w:ascii="Times New Roman" w:hAnsi="Times New Roman"/>
          <w:sz w:val="24"/>
        </w:rPr>
        <w:t>sõlmima tee ja teemaa ajutise kasutamise lepinguid;</w:t>
      </w:r>
    </w:p>
    <w:p w14:paraId="60F23CA6" w14:textId="04C4F60D" w:rsidR="00C242D8" w:rsidRPr="00EC7F1F" w:rsidRDefault="00EC7F1F" w:rsidP="00EC7F1F">
      <w:pPr>
        <w:pStyle w:val="ListParagraph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rPr>
          <w:rFonts w:ascii="Times New Roman" w:hAnsi="Times New Roman"/>
          <w:sz w:val="24"/>
        </w:rPr>
      </w:pPr>
      <w:r w:rsidRPr="00EC7F1F">
        <w:rPr>
          <w:rFonts w:ascii="Times New Roman" w:hAnsi="Times New Roman"/>
          <w:sz w:val="24"/>
        </w:rPr>
        <w:t>kooskõlastama ladude asukoh</w:t>
      </w:r>
      <w:r>
        <w:rPr>
          <w:rFonts w:ascii="Times New Roman" w:hAnsi="Times New Roman"/>
          <w:sz w:val="24"/>
        </w:rPr>
        <w:t>ti</w:t>
      </w:r>
      <w:r w:rsidRPr="00EC7F1F">
        <w:rPr>
          <w:rFonts w:ascii="Times New Roman" w:hAnsi="Times New Roman"/>
          <w:sz w:val="24"/>
        </w:rPr>
        <w:t xml:space="preserve"> ja vajadusel sõlmima </w:t>
      </w:r>
      <w:r>
        <w:rPr>
          <w:rFonts w:ascii="Times New Roman" w:hAnsi="Times New Roman"/>
          <w:sz w:val="24"/>
        </w:rPr>
        <w:t xml:space="preserve">selle tarbeks </w:t>
      </w:r>
      <w:r w:rsidRPr="00EC7F1F">
        <w:rPr>
          <w:rFonts w:ascii="Times New Roman" w:hAnsi="Times New Roman"/>
          <w:sz w:val="24"/>
        </w:rPr>
        <w:t>ajutise kasutamise lepingu</w:t>
      </w:r>
      <w:r>
        <w:rPr>
          <w:rFonts w:ascii="Times New Roman" w:hAnsi="Times New Roman"/>
          <w:sz w:val="24"/>
        </w:rPr>
        <w:t>.</w:t>
      </w:r>
    </w:p>
    <w:bookmarkEnd w:id="0"/>
    <w:p w14:paraId="480DA5C3" w14:textId="77777777" w:rsidR="00C242D8" w:rsidRPr="003B20A9" w:rsidRDefault="00C242D8" w:rsidP="004D4F06">
      <w:pPr>
        <w:tabs>
          <w:tab w:val="left" w:pos="426"/>
        </w:tabs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</w:rPr>
      </w:pPr>
    </w:p>
    <w:p w14:paraId="0F7B9631" w14:textId="14CBE08E" w:rsidR="00EB02E6" w:rsidRDefault="007D2B05" w:rsidP="007D2B05">
      <w:pPr>
        <w:tabs>
          <w:tab w:val="left" w:pos="426"/>
          <w:tab w:val="left" w:pos="5670"/>
        </w:tabs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Volikiri on välja antud kehtivustähtajaga kuni </w:t>
      </w:r>
      <w:r w:rsidR="00B3445C">
        <w:rPr>
          <w:rFonts w:ascii="Times New Roman" w:hAnsi="Times New Roman"/>
          <w:sz w:val="24"/>
        </w:rPr>
        <w:t>3</w:t>
      </w:r>
      <w:r w:rsidR="00CB50AB">
        <w:rPr>
          <w:rFonts w:ascii="Times New Roman" w:hAnsi="Times New Roman"/>
          <w:sz w:val="24"/>
        </w:rPr>
        <w:t>.</w:t>
      </w:r>
      <w:r w:rsidR="00B3445C">
        <w:rPr>
          <w:rFonts w:ascii="Times New Roman" w:hAnsi="Times New Roman"/>
          <w:sz w:val="24"/>
        </w:rPr>
        <w:t>11</w:t>
      </w:r>
      <w:r w:rsidR="00CB50AB">
        <w:rPr>
          <w:rFonts w:ascii="Times New Roman" w:hAnsi="Times New Roman"/>
          <w:sz w:val="24"/>
        </w:rPr>
        <w:t>.202</w:t>
      </w:r>
      <w:r w:rsidR="00B3445C">
        <w:rPr>
          <w:rFonts w:ascii="Times New Roman" w:hAnsi="Times New Roman"/>
          <w:sz w:val="24"/>
        </w:rPr>
        <w:t>6</w:t>
      </w:r>
      <w:r w:rsidR="00CB50AB">
        <w:rPr>
          <w:rFonts w:ascii="Times New Roman" w:hAnsi="Times New Roman"/>
          <w:sz w:val="24"/>
        </w:rPr>
        <w:t>.</w:t>
      </w:r>
    </w:p>
    <w:p w14:paraId="3E8B3F35" w14:textId="77777777" w:rsidR="007D2B05" w:rsidRDefault="007D2B05" w:rsidP="00FB5AF1">
      <w:pPr>
        <w:tabs>
          <w:tab w:val="left" w:pos="426"/>
          <w:tab w:val="left" w:pos="5670"/>
        </w:tabs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</w:rPr>
      </w:pPr>
    </w:p>
    <w:p w14:paraId="710AC6BA" w14:textId="77777777" w:rsidR="007D2B05" w:rsidRDefault="007D2B05" w:rsidP="00FB5AF1">
      <w:pPr>
        <w:tabs>
          <w:tab w:val="left" w:pos="426"/>
          <w:tab w:val="left" w:pos="5670"/>
        </w:tabs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</w:rPr>
      </w:pPr>
    </w:p>
    <w:p w14:paraId="2F308F54" w14:textId="7F04AA6B" w:rsidR="00FB5AF1" w:rsidRDefault="00EB02E6" w:rsidP="00FB5AF1">
      <w:pPr>
        <w:tabs>
          <w:tab w:val="left" w:pos="426"/>
          <w:tab w:val="left" w:pos="5670"/>
        </w:tabs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Indrek Org</w:t>
      </w:r>
      <w:r w:rsidR="00FB5AF1">
        <w:rPr>
          <w:rFonts w:ascii="Times New Roman" w:hAnsi="Times New Roman"/>
          <w:sz w:val="24"/>
        </w:rPr>
        <w:tab/>
      </w:r>
      <w:r w:rsidR="00FB5AF1">
        <w:rPr>
          <w:rFonts w:ascii="Times New Roman" w:hAnsi="Times New Roman"/>
          <w:sz w:val="24"/>
        </w:rPr>
        <w:tab/>
      </w:r>
    </w:p>
    <w:p w14:paraId="5A89C5DE" w14:textId="54EC617B" w:rsidR="00C92A0E" w:rsidRDefault="00EB02E6" w:rsidP="004D4F06">
      <w:pPr>
        <w:tabs>
          <w:tab w:val="left" w:pos="426"/>
        </w:tabs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 Vestman M</w:t>
      </w:r>
      <w:r w:rsidR="00FB0D7F"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</w:rPr>
        <w:t>ts</w:t>
      </w:r>
      <w:r w:rsidR="00C242D8" w:rsidRPr="003B20A9">
        <w:rPr>
          <w:rFonts w:ascii="Times New Roman" w:hAnsi="Times New Roman"/>
          <w:sz w:val="24"/>
        </w:rPr>
        <w:tab/>
      </w:r>
    </w:p>
    <w:p w14:paraId="77ABE9B6" w14:textId="658BA1E3" w:rsidR="00851892" w:rsidRPr="003B20A9" w:rsidRDefault="00D463BB" w:rsidP="00C92A0E">
      <w:pPr>
        <w:tabs>
          <w:tab w:val="left" w:pos="426"/>
        </w:tabs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</w:t>
      </w:r>
      <w:r w:rsidR="00C92A0E">
        <w:rPr>
          <w:rFonts w:ascii="Times New Roman" w:hAnsi="Times New Roman"/>
          <w:sz w:val="24"/>
        </w:rPr>
        <w:t>uhatuse liige</w:t>
      </w:r>
      <w:r w:rsidR="00C242D8" w:rsidRPr="003B20A9">
        <w:rPr>
          <w:rFonts w:ascii="Times New Roman" w:hAnsi="Times New Roman"/>
          <w:sz w:val="24"/>
        </w:rPr>
        <w:tab/>
      </w:r>
      <w:r w:rsidR="00C242D8" w:rsidRPr="003B20A9">
        <w:rPr>
          <w:rFonts w:ascii="Times New Roman" w:hAnsi="Times New Roman"/>
          <w:sz w:val="24"/>
        </w:rPr>
        <w:tab/>
      </w:r>
      <w:r w:rsidR="00851892">
        <w:rPr>
          <w:rFonts w:ascii="Times New Roman" w:hAnsi="Times New Roman"/>
          <w:sz w:val="24"/>
        </w:rPr>
        <w:t xml:space="preserve"> </w:t>
      </w:r>
    </w:p>
    <w:p w14:paraId="0B88F7E5" w14:textId="51E64ABB" w:rsidR="00C242D8" w:rsidRPr="003B20A9" w:rsidRDefault="00C242D8" w:rsidP="00FB5AF1">
      <w:pPr>
        <w:tabs>
          <w:tab w:val="left" w:pos="426"/>
        </w:tabs>
        <w:spacing w:before="240"/>
        <w:ind w:left="284" w:hanging="284"/>
        <w:rPr>
          <w:rFonts w:ascii="Times New Roman" w:hAnsi="Times New Roman"/>
          <w:sz w:val="24"/>
        </w:rPr>
      </w:pPr>
      <w:r w:rsidRPr="003B20A9">
        <w:rPr>
          <w:rFonts w:ascii="Times New Roman" w:hAnsi="Times New Roman"/>
          <w:i/>
          <w:iCs/>
          <w:sz w:val="24"/>
        </w:rPr>
        <w:t>/allkirjastatud digitaalselt/</w:t>
      </w:r>
      <w:r w:rsidRPr="003B20A9">
        <w:rPr>
          <w:rFonts w:ascii="Times New Roman" w:hAnsi="Times New Roman"/>
          <w:i/>
          <w:iCs/>
          <w:sz w:val="24"/>
        </w:rPr>
        <w:tab/>
      </w:r>
      <w:r w:rsidRPr="003B20A9">
        <w:rPr>
          <w:rFonts w:ascii="Times New Roman" w:hAnsi="Times New Roman"/>
          <w:i/>
          <w:iCs/>
          <w:sz w:val="24"/>
        </w:rPr>
        <w:tab/>
      </w:r>
      <w:r w:rsidRPr="003B20A9">
        <w:rPr>
          <w:rFonts w:ascii="Times New Roman" w:hAnsi="Times New Roman"/>
          <w:i/>
          <w:iCs/>
          <w:sz w:val="24"/>
        </w:rPr>
        <w:tab/>
      </w:r>
      <w:r w:rsidRPr="003B20A9">
        <w:rPr>
          <w:rFonts w:ascii="Times New Roman" w:hAnsi="Times New Roman"/>
          <w:i/>
          <w:iCs/>
          <w:sz w:val="24"/>
        </w:rPr>
        <w:tab/>
      </w:r>
      <w:r w:rsidRPr="003B20A9">
        <w:rPr>
          <w:rFonts w:ascii="Times New Roman" w:hAnsi="Times New Roman"/>
          <w:i/>
          <w:iCs/>
          <w:sz w:val="24"/>
        </w:rPr>
        <w:tab/>
        <w:t xml:space="preserve"> </w:t>
      </w:r>
    </w:p>
    <w:p w14:paraId="0D600CB8" w14:textId="77777777" w:rsidR="00E77AC7" w:rsidRPr="003B20A9" w:rsidRDefault="00E77AC7" w:rsidP="004D4F06">
      <w:pPr>
        <w:tabs>
          <w:tab w:val="left" w:pos="426"/>
        </w:tabs>
        <w:ind w:left="284" w:hanging="284"/>
        <w:rPr>
          <w:rFonts w:ascii="Times New Roman" w:hAnsi="Times New Roman"/>
        </w:rPr>
      </w:pPr>
    </w:p>
    <w:sectPr w:rsidR="00E77AC7" w:rsidRPr="003B20A9" w:rsidSect="00343222">
      <w:headerReference w:type="default" r:id="rId11"/>
      <w:headerReference w:type="first" r:id="rId12"/>
      <w:pgSz w:w="11906" w:h="16838" w:code="9"/>
      <w:pgMar w:top="1134" w:right="1700" w:bottom="993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7B21A" w14:textId="77777777" w:rsidR="00304D93" w:rsidRDefault="00304D93">
      <w:r>
        <w:separator/>
      </w:r>
    </w:p>
  </w:endnote>
  <w:endnote w:type="continuationSeparator" w:id="0">
    <w:p w14:paraId="115848E1" w14:textId="77777777" w:rsidR="00304D93" w:rsidRDefault="00304D93">
      <w:r>
        <w:continuationSeparator/>
      </w:r>
    </w:p>
  </w:endnote>
  <w:endnote w:type="continuationNotice" w:id="1">
    <w:p w14:paraId="64FB77BE" w14:textId="77777777" w:rsidR="00304D93" w:rsidRDefault="00304D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26EBA" w14:textId="77777777" w:rsidR="00304D93" w:rsidRDefault="00304D93">
      <w:r>
        <w:separator/>
      </w:r>
    </w:p>
  </w:footnote>
  <w:footnote w:type="continuationSeparator" w:id="0">
    <w:p w14:paraId="2AE4AFE0" w14:textId="77777777" w:rsidR="00304D93" w:rsidRDefault="00304D93">
      <w:r>
        <w:continuationSeparator/>
      </w:r>
    </w:p>
  </w:footnote>
  <w:footnote w:type="continuationNotice" w:id="1">
    <w:p w14:paraId="7218BB36" w14:textId="77777777" w:rsidR="00304D93" w:rsidRDefault="00304D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C293F" w14:textId="77777777" w:rsidR="005450DF" w:rsidRDefault="005450DF">
    <w:pPr>
      <w:ind w:left="-1620" w:right="-107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B827C" w14:textId="7CA26B60" w:rsidR="002772AB" w:rsidRDefault="002772AB" w:rsidP="000E7AB3">
    <w:pPr>
      <w:pStyle w:val="Header"/>
      <w:tabs>
        <w:tab w:val="clear" w:pos="4153"/>
        <w:tab w:val="clear" w:pos="8306"/>
        <w:tab w:val="left" w:pos="0"/>
      </w:tabs>
      <w:ind w:left="-1560"/>
      <w:rPr>
        <w:noProof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44005548" wp14:editId="58450914">
          <wp:simplePos x="0" y="0"/>
          <wp:positionH relativeFrom="column">
            <wp:posOffset>-976630</wp:posOffset>
          </wp:positionH>
          <wp:positionV relativeFrom="paragraph">
            <wp:posOffset>19685</wp:posOffset>
          </wp:positionV>
          <wp:extent cx="7896225" cy="1343025"/>
          <wp:effectExtent l="0" t="0" r="9525" b="9525"/>
          <wp:wrapSquare wrapText="bothSides"/>
          <wp:docPr id="3" name="Picture 4" descr="blankett_5mm_ble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ett_5mm_ble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787"/>
                  <a:stretch/>
                </pic:blipFill>
                <pic:spPr bwMode="auto">
                  <a:xfrm>
                    <a:off x="0" y="0"/>
                    <a:ext cx="7896225" cy="1343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1E882E" w14:textId="171786FE" w:rsidR="003A5E9E" w:rsidRDefault="000E7AB3" w:rsidP="000E7AB3">
    <w:pPr>
      <w:pStyle w:val="Header"/>
      <w:tabs>
        <w:tab w:val="clear" w:pos="4153"/>
        <w:tab w:val="clear" w:pos="8306"/>
        <w:tab w:val="left" w:pos="0"/>
      </w:tabs>
      <w:ind w:left="-156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87093"/>
    <w:multiLevelType w:val="multilevel"/>
    <w:tmpl w:val="D94CB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A96B3C"/>
    <w:multiLevelType w:val="multilevel"/>
    <w:tmpl w:val="322A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840075"/>
    <w:multiLevelType w:val="hybridMultilevel"/>
    <w:tmpl w:val="2B2CA28A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8191D"/>
    <w:multiLevelType w:val="multilevel"/>
    <w:tmpl w:val="93F81A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5157D66"/>
    <w:multiLevelType w:val="hybridMultilevel"/>
    <w:tmpl w:val="D750C1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C83AEB"/>
    <w:multiLevelType w:val="hybridMultilevel"/>
    <w:tmpl w:val="5D9ED748"/>
    <w:lvl w:ilvl="0" w:tplc="14100E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84213"/>
    <w:multiLevelType w:val="hybridMultilevel"/>
    <w:tmpl w:val="00C28596"/>
    <w:lvl w:ilvl="0" w:tplc="18AE46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D24E8"/>
    <w:multiLevelType w:val="hybridMultilevel"/>
    <w:tmpl w:val="910616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B1BCF"/>
    <w:multiLevelType w:val="hybridMultilevel"/>
    <w:tmpl w:val="F76C925A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3B06A87"/>
    <w:multiLevelType w:val="hybridMultilevel"/>
    <w:tmpl w:val="09E859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007350">
    <w:abstractNumId w:val="4"/>
  </w:num>
  <w:num w:numId="2" w16cid:durableId="198278061">
    <w:abstractNumId w:val="7"/>
  </w:num>
  <w:num w:numId="3" w16cid:durableId="1339234104">
    <w:abstractNumId w:val="6"/>
  </w:num>
  <w:num w:numId="4" w16cid:durableId="769349484">
    <w:abstractNumId w:val="5"/>
  </w:num>
  <w:num w:numId="5" w16cid:durableId="1729650306">
    <w:abstractNumId w:val="2"/>
  </w:num>
  <w:num w:numId="6" w16cid:durableId="1278682628">
    <w:abstractNumId w:val="9"/>
  </w:num>
  <w:num w:numId="7" w16cid:durableId="581792308">
    <w:abstractNumId w:val="1"/>
  </w:num>
  <w:num w:numId="8" w16cid:durableId="990989805">
    <w:abstractNumId w:val="0"/>
  </w:num>
  <w:num w:numId="9" w16cid:durableId="1324119233">
    <w:abstractNumId w:val="3"/>
  </w:num>
  <w:num w:numId="10" w16cid:durableId="21193707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D6A"/>
    <w:rsid w:val="00001C1C"/>
    <w:rsid w:val="00005892"/>
    <w:rsid w:val="00005C2B"/>
    <w:rsid w:val="00007288"/>
    <w:rsid w:val="00007597"/>
    <w:rsid w:val="00010452"/>
    <w:rsid w:val="00014790"/>
    <w:rsid w:val="00021C4B"/>
    <w:rsid w:val="00025FA6"/>
    <w:rsid w:val="00036C4A"/>
    <w:rsid w:val="00041E98"/>
    <w:rsid w:val="000463E3"/>
    <w:rsid w:val="00073D6A"/>
    <w:rsid w:val="000843BF"/>
    <w:rsid w:val="00087B28"/>
    <w:rsid w:val="00092355"/>
    <w:rsid w:val="000948FB"/>
    <w:rsid w:val="000A4CEB"/>
    <w:rsid w:val="000C19EA"/>
    <w:rsid w:val="000C4E4D"/>
    <w:rsid w:val="000C7D58"/>
    <w:rsid w:val="000D6E8D"/>
    <w:rsid w:val="000E07E4"/>
    <w:rsid w:val="000E376F"/>
    <w:rsid w:val="000E7AB3"/>
    <w:rsid w:val="00116474"/>
    <w:rsid w:val="001241A6"/>
    <w:rsid w:val="00133896"/>
    <w:rsid w:val="00145F5B"/>
    <w:rsid w:val="00171DBA"/>
    <w:rsid w:val="00185720"/>
    <w:rsid w:val="00193193"/>
    <w:rsid w:val="001B24CC"/>
    <w:rsid w:val="001C60EC"/>
    <w:rsid w:val="001E0914"/>
    <w:rsid w:val="001E6FE5"/>
    <w:rsid w:val="001F3372"/>
    <w:rsid w:val="002141A5"/>
    <w:rsid w:val="002200C9"/>
    <w:rsid w:val="002302D1"/>
    <w:rsid w:val="00243233"/>
    <w:rsid w:val="00245404"/>
    <w:rsid w:val="002504E1"/>
    <w:rsid w:val="002523FD"/>
    <w:rsid w:val="002567F2"/>
    <w:rsid w:val="00262688"/>
    <w:rsid w:val="002772AB"/>
    <w:rsid w:val="002B1353"/>
    <w:rsid w:val="002C1D8A"/>
    <w:rsid w:val="002E3E2C"/>
    <w:rsid w:val="002E49F4"/>
    <w:rsid w:val="002E6A41"/>
    <w:rsid w:val="002F6B97"/>
    <w:rsid w:val="00304D93"/>
    <w:rsid w:val="00312075"/>
    <w:rsid w:val="00314E4C"/>
    <w:rsid w:val="00322AB3"/>
    <w:rsid w:val="00327CEB"/>
    <w:rsid w:val="00343222"/>
    <w:rsid w:val="00351729"/>
    <w:rsid w:val="00362ADE"/>
    <w:rsid w:val="003633A5"/>
    <w:rsid w:val="0038746A"/>
    <w:rsid w:val="003A5E9E"/>
    <w:rsid w:val="003A5F2F"/>
    <w:rsid w:val="003B0F71"/>
    <w:rsid w:val="003B20A9"/>
    <w:rsid w:val="003C0CA0"/>
    <w:rsid w:val="003C7DE5"/>
    <w:rsid w:val="003F4D67"/>
    <w:rsid w:val="00402620"/>
    <w:rsid w:val="00402D95"/>
    <w:rsid w:val="00404E1E"/>
    <w:rsid w:val="00413C3F"/>
    <w:rsid w:val="00437BEF"/>
    <w:rsid w:val="00452C5D"/>
    <w:rsid w:val="00480419"/>
    <w:rsid w:val="0048057F"/>
    <w:rsid w:val="00497953"/>
    <w:rsid w:val="004C6D17"/>
    <w:rsid w:val="004D12B5"/>
    <w:rsid w:val="004D44F3"/>
    <w:rsid w:val="004D4F06"/>
    <w:rsid w:val="004D522C"/>
    <w:rsid w:val="004E39BC"/>
    <w:rsid w:val="00513A6E"/>
    <w:rsid w:val="005144C3"/>
    <w:rsid w:val="005450DF"/>
    <w:rsid w:val="0054756E"/>
    <w:rsid w:val="00553B46"/>
    <w:rsid w:val="0059189C"/>
    <w:rsid w:val="005B0C6E"/>
    <w:rsid w:val="005D19B6"/>
    <w:rsid w:val="005D3F68"/>
    <w:rsid w:val="005F457E"/>
    <w:rsid w:val="00607B54"/>
    <w:rsid w:val="00626E8C"/>
    <w:rsid w:val="00633D89"/>
    <w:rsid w:val="00653DEE"/>
    <w:rsid w:val="0065788C"/>
    <w:rsid w:val="00661ED7"/>
    <w:rsid w:val="00677441"/>
    <w:rsid w:val="00682737"/>
    <w:rsid w:val="00687EB7"/>
    <w:rsid w:val="006921B7"/>
    <w:rsid w:val="006931AD"/>
    <w:rsid w:val="006C1652"/>
    <w:rsid w:val="006C2DB9"/>
    <w:rsid w:val="006D2444"/>
    <w:rsid w:val="006D5D82"/>
    <w:rsid w:val="006E59DB"/>
    <w:rsid w:val="00707E36"/>
    <w:rsid w:val="00771DB8"/>
    <w:rsid w:val="00772C60"/>
    <w:rsid w:val="00776667"/>
    <w:rsid w:val="00780E1A"/>
    <w:rsid w:val="007B0AB8"/>
    <w:rsid w:val="007D2B05"/>
    <w:rsid w:val="007E60BC"/>
    <w:rsid w:val="00810130"/>
    <w:rsid w:val="00820A85"/>
    <w:rsid w:val="00832DAD"/>
    <w:rsid w:val="00834DDD"/>
    <w:rsid w:val="0084142A"/>
    <w:rsid w:val="00851892"/>
    <w:rsid w:val="00855300"/>
    <w:rsid w:val="008906AE"/>
    <w:rsid w:val="008912F1"/>
    <w:rsid w:val="008A6CCB"/>
    <w:rsid w:val="008B5951"/>
    <w:rsid w:val="008B5D3F"/>
    <w:rsid w:val="008C376A"/>
    <w:rsid w:val="008C496D"/>
    <w:rsid w:val="009047BC"/>
    <w:rsid w:val="00911DCC"/>
    <w:rsid w:val="00923B9E"/>
    <w:rsid w:val="009262ED"/>
    <w:rsid w:val="009409BE"/>
    <w:rsid w:val="00940F18"/>
    <w:rsid w:val="009514F5"/>
    <w:rsid w:val="00952C82"/>
    <w:rsid w:val="00957899"/>
    <w:rsid w:val="009612C9"/>
    <w:rsid w:val="0098243A"/>
    <w:rsid w:val="009D2E7E"/>
    <w:rsid w:val="009E05F5"/>
    <w:rsid w:val="009E43A9"/>
    <w:rsid w:val="009F0BCB"/>
    <w:rsid w:val="00A02EF6"/>
    <w:rsid w:val="00A12D2A"/>
    <w:rsid w:val="00A27266"/>
    <w:rsid w:val="00A352C1"/>
    <w:rsid w:val="00A41523"/>
    <w:rsid w:val="00A50D5D"/>
    <w:rsid w:val="00A51CC5"/>
    <w:rsid w:val="00A577D2"/>
    <w:rsid w:val="00A66196"/>
    <w:rsid w:val="00A76FEB"/>
    <w:rsid w:val="00A83D1E"/>
    <w:rsid w:val="00A872A0"/>
    <w:rsid w:val="00AA075D"/>
    <w:rsid w:val="00AE338C"/>
    <w:rsid w:val="00AF0CD6"/>
    <w:rsid w:val="00B30AD0"/>
    <w:rsid w:val="00B33D64"/>
    <w:rsid w:val="00B3445C"/>
    <w:rsid w:val="00B43FA2"/>
    <w:rsid w:val="00B5126D"/>
    <w:rsid w:val="00B80162"/>
    <w:rsid w:val="00BA32B5"/>
    <w:rsid w:val="00BB0CD8"/>
    <w:rsid w:val="00BB155C"/>
    <w:rsid w:val="00BD199B"/>
    <w:rsid w:val="00BD1E93"/>
    <w:rsid w:val="00BD34DE"/>
    <w:rsid w:val="00BE2151"/>
    <w:rsid w:val="00C065C9"/>
    <w:rsid w:val="00C15BC4"/>
    <w:rsid w:val="00C242D8"/>
    <w:rsid w:val="00C27C2D"/>
    <w:rsid w:val="00C44B1D"/>
    <w:rsid w:val="00C658D5"/>
    <w:rsid w:val="00C91336"/>
    <w:rsid w:val="00C92A0E"/>
    <w:rsid w:val="00C95D16"/>
    <w:rsid w:val="00CA3B41"/>
    <w:rsid w:val="00CB2DD7"/>
    <w:rsid w:val="00CB50AB"/>
    <w:rsid w:val="00CC1033"/>
    <w:rsid w:val="00CF11C7"/>
    <w:rsid w:val="00D25CA1"/>
    <w:rsid w:val="00D31DA4"/>
    <w:rsid w:val="00D42C62"/>
    <w:rsid w:val="00D42E89"/>
    <w:rsid w:val="00D463BB"/>
    <w:rsid w:val="00D53784"/>
    <w:rsid w:val="00D66623"/>
    <w:rsid w:val="00D735F0"/>
    <w:rsid w:val="00D75A11"/>
    <w:rsid w:val="00D76EDF"/>
    <w:rsid w:val="00D87B2F"/>
    <w:rsid w:val="00DF0FC1"/>
    <w:rsid w:val="00E10A35"/>
    <w:rsid w:val="00E13B7A"/>
    <w:rsid w:val="00E33DB8"/>
    <w:rsid w:val="00E341C0"/>
    <w:rsid w:val="00E46BFF"/>
    <w:rsid w:val="00E52A5C"/>
    <w:rsid w:val="00E722FC"/>
    <w:rsid w:val="00E77AC7"/>
    <w:rsid w:val="00E945EE"/>
    <w:rsid w:val="00EB00D0"/>
    <w:rsid w:val="00EB02E6"/>
    <w:rsid w:val="00EB04D2"/>
    <w:rsid w:val="00EB2F72"/>
    <w:rsid w:val="00EC5E46"/>
    <w:rsid w:val="00EC7F1F"/>
    <w:rsid w:val="00EF47F8"/>
    <w:rsid w:val="00F55EF5"/>
    <w:rsid w:val="00F7747C"/>
    <w:rsid w:val="00F87E7C"/>
    <w:rsid w:val="00F913B3"/>
    <w:rsid w:val="00F97CB2"/>
    <w:rsid w:val="00FA560B"/>
    <w:rsid w:val="00FA6081"/>
    <w:rsid w:val="00FB002E"/>
    <w:rsid w:val="00FB0D7F"/>
    <w:rsid w:val="00FB5AF1"/>
    <w:rsid w:val="00FD6408"/>
    <w:rsid w:val="04F5B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FBB537"/>
  <w15:chartTrackingRefBased/>
  <w15:docId w15:val="{EE0D58BA-1700-46BC-884A-C4CBA4DC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AC7"/>
    <w:pPr>
      <w:jc w:val="both"/>
    </w:pPr>
    <w:rPr>
      <w:rFonts w:ascii="Tahoma" w:hAnsi="Tahoma"/>
      <w:szCs w:val="24"/>
      <w:lang w:eastAsia="en-US"/>
    </w:rPr>
  </w:style>
  <w:style w:type="paragraph" w:styleId="Heading2">
    <w:name w:val="heading 2"/>
    <w:basedOn w:val="Normal"/>
    <w:next w:val="Normal"/>
    <w:qFormat/>
    <w:pPr>
      <w:keepNext/>
      <w:suppressAutoHyphens/>
      <w:jc w:val="left"/>
      <w:outlineLvl w:val="1"/>
    </w:pPr>
    <w:rPr>
      <w:rFonts w:eastAsia="Arial Unicode MS" w:cs="Tahoma"/>
      <w:b/>
      <w:bCs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alkiri11">
    <w:name w:val="Pealkiri 11"/>
    <w:basedOn w:val="Normal"/>
    <w:pPr>
      <w:ind w:right="1440"/>
      <w:jc w:val="left"/>
    </w:pPr>
    <w:rPr>
      <w:rFonts w:ascii="Verdana" w:hAnsi="Verdana"/>
      <w:b/>
      <w:bCs/>
      <w:sz w:val="18"/>
    </w:rPr>
  </w:style>
  <w:style w:type="paragraph" w:customStyle="1" w:styleId="Pealkiri21">
    <w:name w:val="Pealkiri 21"/>
    <w:basedOn w:val="Normal"/>
    <w:pPr>
      <w:ind w:right="1440"/>
      <w:jc w:val="left"/>
    </w:pPr>
    <w:rPr>
      <w:rFonts w:ascii="Verdana" w:hAnsi="Verdana"/>
      <w:b/>
      <w:bCs/>
      <w:sz w:val="22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pPr>
      <w:spacing w:line="360" w:lineRule="auto"/>
      <w:jc w:val="left"/>
    </w:pPr>
    <w:rPr>
      <w:rFonts w:cs="Tahoma"/>
      <w:szCs w:val="20"/>
    </w:rPr>
  </w:style>
  <w:style w:type="character" w:styleId="Hyperlink">
    <w:name w:val="Hyperlink"/>
    <w:semiHidden/>
    <w:rPr>
      <w:color w:val="0000FF"/>
      <w:u w:val="single"/>
    </w:rPr>
  </w:style>
  <w:style w:type="paragraph" w:styleId="BodyTextIndent">
    <w:name w:val="Body Text Indent"/>
    <w:basedOn w:val="Normal"/>
    <w:semiHidden/>
    <w:pPr>
      <w:spacing w:line="360" w:lineRule="auto"/>
      <w:jc w:val="left"/>
    </w:pPr>
    <w:rPr>
      <w:rFonts w:cs="Tahoma"/>
      <w:szCs w:val="20"/>
    </w:rPr>
  </w:style>
  <w:style w:type="paragraph" w:styleId="ListParagraph">
    <w:name w:val="List Paragraph"/>
    <w:basedOn w:val="Normal"/>
    <w:uiPriority w:val="34"/>
    <w:qFormat/>
    <w:rsid w:val="00776667"/>
    <w:pPr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93193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19319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lva\My%20Documents\MMH%20ANDMEBAAS\firmagraafika\el_blanke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B5B5DBDA293843AAA2EAE77AD57F6A" ma:contentTypeVersion="12" ma:contentTypeDescription="Create a new document." ma:contentTypeScope="" ma:versionID="cc027b5e426bcfd76791acc4ef24798d">
  <xsd:schema xmlns:xsd="http://www.w3.org/2001/XMLSchema" xmlns:xs="http://www.w3.org/2001/XMLSchema" xmlns:p="http://schemas.microsoft.com/office/2006/metadata/properties" xmlns:ns2="7e87d905-09d8-4af3-b2a4-bd0e12385b58" xmlns:ns3="b01480b1-6957-4d4a-bb7a-793161cca6f7" targetNamespace="http://schemas.microsoft.com/office/2006/metadata/properties" ma:root="true" ma:fieldsID="b052b0657cc65f0212256285062d1952" ns2:_="" ns3:_="">
    <xsd:import namespace="7e87d905-09d8-4af3-b2a4-bd0e12385b58"/>
    <xsd:import namespace="b01480b1-6957-4d4a-bb7a-793161cca6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Saatmise_x0020_kpv" minOccurs="0"/>
                <xsd:element ref="ns2:Saatmise_x0020_kuup_x00e4_ev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7d905-09d8-4af3-b2a4-bd0e12385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Saatmise_x0020_kpv" ma:index="15" nillable="true" ma:displayName="Saatmise kpv" ma:format="DateOnly" ma:internalName="Saatmise_x0020_kpv">
      <xsd:simpleType>
        <xsd:restriction base="dms:DateTime"/>
      </xsd:simpleType>
    </xsd:element>
    <xsd:element name="Saatmise_x0020_kuup_x00e4_ev" ma:index="16" nillable="true" ma:displayName="Saatmise kuupäev" ma:format="DateOnly" ma:internalName="Saatmise_x0020_kuup_x00e4_ev">
      <xsd:simpleType>
        <xsd:restriction base="dms:DateTime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480b1-6957-4d4a-bb7a-793161cca6f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aatmise_x0020_kpv xmlns="7e87d905-09d8-4af3-b2a4-bd0e12385b58" xsi:nil="true"/>
    <Saatmise_x0020_kuup_x00e4_ev xmlns="7e87d905-09d8-4af3-b2a4-bd0e12385b58" xsi:nil="true"/>
  </documentManagement>
</p:properties>
</file>

<file path=customXml/itemProps1.xml><?xml version="1.0" encoding="utf-8"?>
<ds:datastoreItem xmlns:ds="http://schemas.openxmlformats.org/officeDocument/2006/customXml" ds:itemID="{1E9E6FF2-E0A6-4B7A-9DB9-799BDF51D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7d905-09d8-4af3-b2a4-bd0e12385b58"/>
    <ds:schemaRef ds:uri="b01480b1-6957-4d4a-bb7a-793161cca6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6E2088-FF89-4455-9370-650DFFEF7F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55D4A3-421B-4C0A-9B8A-14AE78F76F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A40F4A-F3B3-4386-A67A-6569E79F599B}">
  <ds:schemaRefs>
    <ds:schemaRef ds:uri="http://schemas.microsoft.com/office/2006/metadata/properties"/>
    <ds:schemaRef ds:uri="http://schemas.microsoft.com/office/infopath/2007/PartnerControls"/>
    <ds:schemaRef ds:uri="7e87d905-09d8-4af3-b2a4-bd0e12385b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el_blankett</Template>
  <TotalTime>3</TotalTime>
  <Pages>1</Pages>
  <Words>87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Verdana 8pt</vt:lpstr>
    </vt:vector>
  </TitlesOfParts>
  <Company>Flash AD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Verdana 8pt</dc:title>
  <dc:subject/>
  <dc:creator>Silva Järvsoo</dc:creator>
  <cp:keywords/>
  <cp:lastModifiedBy>Kasutaja</cp:lastModifiedBy>
  <cp:revision>2</cp:revision>
  <cp:lastPrinted>2016-04-20T20:31:00Z</cp:lastPrinted>
  <dcterms:created xsi:type="dcterms:W3CDTF">2025-10-03T07:57:00Z</dcterms:created>
  <dcterms:modified xsi:type="dcterms:W3CDTF">2025-10-03T07:57:00Z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0x010100CEB5B5DBDA293843AAA2EAE77AD57F6A</vt:lpwstr>
  </property>
</Properties>
</file>